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99C156-C2E5-4372-B09D-60343B8435B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